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F8A">
        <w:rPr>
          <w:rFonts w:ascii="Arial" w:hAnsi="Arial" w:cs="Arial"/>
          <w:b/>
          <w:caps/>
          <w:sz w:val="28"/>
          <w:szCs w:val="28"/>
        </w:rPr>
        <w:t>82</w:t>
      </w:r>
      <w:r w:rsidR="00D54014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75F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75F8A">
              <w:rPr>
                <w:rFonts w:ascii="Arial" w:hAnsi="Arial" w:cs="Arial"/>
                <w:sz w:val="20"/>
                <w:szCs w:val="20"/>
              </w:rPr>
              <w:t xml:space="preserve">manutenção da sarjeta e da boca de lobo existente defronte do nº 165 da Rua das Dálias, no Parque Santo </w:t>
            </w:r>
            <w:proofErr w:type="spellStart"/>
            <w:r w:rsidR="00275F8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0D3F17" w:rsidRPr="000D3F17">
        <w:rPr>
          <w:rFonts w:ascii="Arial" w:hAnsi="Arial" w:cs="Arial"/>
        </w:rPr>
        <w:t xml:space="preserve">manutenção da sarjeta e da boca de lobo existente defronte do nº 165 da Rua das Dálias, no Parque Santo </w:t>
      </w:r>
      <w:proofErr w:type="spellStart"/>
      <w:r w:rsidR="000D3F17" w:rsidRPr="000D3F17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FB3B27" w:rsidRPr="00FB3B27">
        <w:rPr>
          <w:rFonts w:ascii="Arial" w:hAnsi="Arial" w:cs="Arial"/>
        </w:rPr>
        <w:t xml:space="preserve">a referida boca de lobo se encontra com sua estrutura toda danificada e com sinais de infiltração, podendo causar maiores problemas na calçada e na </w:t>
      </w:r>
      <w:r w:rsidR="003874E3">
        <w:rPr>
          <w:rFonts w:ascii="Arial" w:hAnsi="Arial" w:cs="Arial"/>
        </w:rPr>
        <w:t>via</w:t>
      </w:r>
      <w:r w:rsidR="00FB3B27" w:rsidRPr="00FB3B27">
        <w:rPr>
          <w:rFonts w:ascii="Arial" w:hAnsi="Arial" w:cs="Arial"/>
        </w:rPr>
        <w:t>, causando transtorno</w:t>
      </w:r>
      <w:r w:rsidR="003874E3">
        <w:rPr>
          <w:rFonts w:ascii="Arial" w:hAnsi="Arial" w:cs="Arial"/>
        </w:rPr>
        <w:t>s</w:t>
      </w:r>
      <w:r w:rsidR="00FB3B27" w:rsidRPr="00FB3B27">
        <w:rPr>
          <w:rFonts w:ascii="Arial" w:hAnsi="Arial" w:cs="Arial"/>
        </w:rPr>
        <w:t xml:space="preserve"> aos moradores e oferecendo condições de risco para acidentes de maior gravidade</w:t>
      </w:r>
      <w:r w:rsidR="00762518">
        <w:rPr>
          <w:rFonts w:ascii="Arial" w:hAnsi="Arial" w:cs="Arial"/>
        </w:rPr>
        <w:t>.</w:t>
      </w:r>
      <w:bookmarkStart w:id="0" w:name="_GoBack"/>
      <w:bookmarkEnd w:id="0"/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06F">
        <w:rPr>
          <w:rFonts w:ascii="Arial" w:hAnsi="Arial" w:cs="Arial"/>
        </w:rPr>
        <w:t>2</w:t>
      </w:r>
      <w:r w:rsidR="00D74B35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0B1E48" w:rsidRDefault="00FB6A4F" w:rsidP="0099598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857875" cy="3933825"/>
            <wp:effectExtent l="0" t="0" r="9525" b="9525"/>
            <wp:docPr id="3" name="Imagem 3" descr="WhatsApp Image 2018-03-0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08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A4F" w:rsidRPr="00FB6A4F" w:rsidRDefault="00FB6A4F" w:rsidP="00995980">
      <w:pPr>
        <w:jc w:val="center"/>
        <w:rPr>
          <w:rFonts w:ascii="Arial" w:hAnsi="Arial" w:cs="Arial"/>
        </w:rPr>
      </w:pPr>
    </w:p>
    <w:p w:rsidR="002A72A3" w:rsidRPr="000B1E48" w:rsidRDefault="00FB6A4F" w:rsidP="0099598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5848350" cy="3990975"/>
            <wp:effectExtent l="0" t="0" r="0" b="9525"/>
            <wp:docPr id="4" name="Imagem 4" descr="WhatsApp Image 2018-03-0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08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2B0" w:rsidRDefault="007232B0">
      <w:r>
        <w:separator/>
      </w:r>
    </w:p>
  </w:endnote>
  <w:endnote w:type="continuationSeparator" w:id="0">
    <w:p w:rsidR="007232B0" w:rsidRDefault="0072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2B0" w:rsidRDefault="007232B0">
      <w:r>
        <w:separator/>
      </w:r>
    </w:p>
  </w:footnote>
  <w:footnote w:type="continuationSeparator" w:id="0">
    <w:p w:rsidR="007232B0" w:rsidRDefault="0072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6A4F">
      <w:rPr>
        <w:rFonts w:ascii="Arial" w:hAnsi="Arial" w:cs="Arial"/>
        <w:b/>
        <w:sz w:val="20"/>
        <w:szCs w:val="20"/>
        <w:u w:val="single"/>
      </w:rPr>
      <w:t>827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3B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3B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5E3A"/>
    <w:rsid w:val="000D177C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0FD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243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2B0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0EE9"/>
    <w:rsid w:val="007616AD"/>
    <w:rsid w:val="00762518"/>
    <w:rsid w:val="007649E1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3838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014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DF7E47"/>
    <w:rsid w:val="00E0249F"/>
    <w:rsid w:val="00E03142"/>
    <w:rsid w:val="00E0372A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ECE16-D229-44C4-B8DB-C0DAD77A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2017-10-24T11:47:00Z</cp:lastPrinted>
  <dcterms:created xsi:type="dcterms:W3CDTF">2018-03-27T13:16:00Z</dcterms:created>
  <dcterms:modified xsi:type="dcterms:W3CDTF">2018-03-27T13:19:00Z</dcterms:modified>
</cp:coreProperties>
</file>